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7318" w14:textId="346EF5CC" w:rsidR="005E4F0D" w:rsidRDefault="00C5721D" w:rsidP="000256AF">
      <w:pPr>
        <w:rPr>
          <w:sz w:val="36"/>
          <w:lang w:val="pt-BR"/>
        </w:rPr>
      </w:pPr>
      <w:r w:rsidRPr="00C5721D">
        <w:rPr>
          <w:sz w:val="36"/>
          <w:lang w:val="pt-BR"/>
        </w:rPr>
        <w:t>Este é apenas uma orientação</w:t>
      </w:r>
      <w:r>
        <w:rPr>
          <w:sz w:val="36"/>
          <w:lang w:val="pt-BR"/>
        </w:rPr>
        <w:t xml:space="preserve"> sobre o uso dos certificados.</w:t>
      </w:r>
    </w:p>
    <w:p w14:paraId="314C42C6" w14:textId="77777777" w:rsidR="00C5721D" w:rsidRDefault="00C5721D" w:rsidP="000256AF">
      <w:pPr>
        <w:rPr>
          <w:sz w:val="36"/>
          <w:lang w:val="pt-BR"/>
        </w:rPr>
      </w:pPr>
    </w:p>
    <w:p w14:paraId="55AA84B7" w14:textId="77777777" w:rsidR="00C5721D" w:rsidRDefault="00C5721D" w:rsidP="000256AF">
      <w:pPr>
        <w:rPr>
          <w:sz w:val="36"/>
          <w:lang w:val="pt-BR"/>
        </w:rPr>
      </w:pPr>
      <w:r>
        <w:rPr>
          <w:sz w:val="36"/>
          <w:lang w:val="pt-BR"/>
        </w:rPr>
        <w:t xml:space="preserve">Escolha nos arquivos </w:t>
      </w:r>
    </w:p>
    <w:p w14:paraId="09B231B5" w14:textId="77777777" w:rsidR="00330C6E" w:rsidRDefault="00330C6E" w:rsidP="00330C6E">
      <w:pPr>
        <w:rPr>
          <w:sz w:val="36"/>
          <w:lang w:val="pt-BR"/>
        </w:rPr>
      </w:pPr>
      <w:proofErr w:type="spellStart"/>
      <w:r>
        <w:rPr>
          <w:sz w:val="36"/>
          <w:lang w:val="pt-BR"/>
        </w:rPr>
        <w:t>AnoC</w:t>
      </w:r>
      <w:proofErr w:type="spellEnd"/>
      <w:r>
        <w:rPr>
          <w:sz w:val="36"/>
          <w:lang w:val="pt-BR"/>
        </w:rPr>
        <w:t xml:space="preserve"> 3T S11 Ilustra </w:t>
      </w:r>
      <w:proofErr w:type="spellStart"/>
      <w:r>
        <w:rPr>
          <w:sz w:val="36"/>
          <w:lang w:val="pt-BR"/>
        </w:rPr>
        <w:t>Licao</w:t>
      </w:r>
      <w:proofErr w:type="spellEnd"/>
      <w:r>
        <w:rPr>
          <w:sz w:val="36"/>
          <w:lang w:val="pt-BR"/>
        </w:rPr>
        <w:t xml:space="preserve"> DA</w:t>
      </w:r>
    </w:p>
    <w:p w14:paraId="14299C56" w14:textId="77777777" w:rsidR="00330C6E" w:rsidRDefault="00330C6E" w:rsidP="00330C6E">
      <w:pPr>
        <w:rPr>
          <w:sz w:val="36"/>
          <w:lang w:val="pt-BR"/>
        </w:rPr>
      </w:pPr>
      <w:proofErr w:type="spellStart"/>
      <w:r>
        <w:rPr>
          <w:sz w:val="36"/>
          <w:lang w:val="pt-BR"/>
        </w:rPr>
        <w:t>AnoC</w:t>
      </w:r>
      <w:proofErr w:type="spellEnd"/>
      <w:r>
        <w:rPr>
          <w:sz w:val="36"/>
          <w:lang w:val="pt-BR"/>
        </w:rPr>
        <w:t xml:space="preserve"> 3T S11 Ilustra </w:t>
      </w:r>
      <w:proofErr w:type="spellStart"/>
      <w:r>
        <w:rPr>
          <w:sz w:val="36"/>
          <w:lang w:val="pt-BR"/>
        </w:rPr>
        <w:t>Licao</w:t>
      </w:r>
      <w:proofErr w:type="spellEnd"/>
      <w:r>
        <w:rPr>
          <w:sz w:val="36"/>
          <w:lang w:val="pt-BR"/>
        </w:rPr>
        <w:t xml:space="preserve"> DB</w:t>
      </w:r>
    </w:p>
    <w:p w14:paraId="1B5F4FD5" w14:textId="77777777" w:rsidR="00330C6E" w:rsidRDefault="00330C6E" w:rsidP="00330C6E">
      <w:pPr>
        <w:rPr>
          <w:sz w:val="36"/>
          <w:lang w:val="pt-BR"/>
        </w:rPr>
      </w:pPr>
      <w:proofErr w:type="spellStart"/>
      <w:r>
        <w:rPr>
          <w:sz w:val="36"/>
          <w:lang w:val="pt-BR"/>
        </w:rPr>
        <w:t>AnoC</w:t>
      </w:r>
      <w:proofErr w:type="spellEnd"/>
      <w:r>
        <w:rPr>
          <w:sz w:val="36"/>
          <w:lang w:val="pt-BR"/>
        </w:rPr>
        <w:t xml:space="preserve"> 3T S11 Ilustra </w:t>
      </w:r>
      <w:proofErr w:type="spellStart"/>
      <w:r>
        <w:rPr>
          <w:sz w:val="36"/>
          <w:lang w:val="pt-BR"/>
        </w:rPr>
        <w:t>Licao</w:t>
      </w:r>
      <w:proofErr w:type="spellEnd"/>
      <w:r>
        <w:rPr>
          <w:sz w:val="36"/>
          <w:lang w:val="pt-BR"/>
        </w:rPr>
        <w:t xml:space="preserve"> DC</w:t>
      </w:r>
    </w:p>
    <w:p w14:paraId="328667E2" w14:textId="77777777" w:rsidR="00C5721D" w:rsidRDefault="00C5721D" w:rsidP="00C5721D">
      <w:pPr>
        <w:rPr>
          <w:sz w:val="36"/>
          <w:lang w:val="pt-BR"/>
        </w:rPr>
      </w:pPr>
    </w:p>
    <w:p w14:paraId="694C2A35" w14:textId="77777777" w:rsidR="00C5721D" w:rsidRDefault="00C5721D" w:rsidP="00C5721D">
      <w:pPr>
        <w:rPr>
          <w:sz w:val="36"/>
          <w:lang w:val="pt-BR"/>
        </w:rPr>
      </w:pPr>
      <w:r>
        <w:rPr>
          <w:sz w:val="36"/>
          <w:lang w:val="pt-BR"/>
        </w:rPr>
        <w:t>O certificado que vai servir melhor à sua classe e prepare um para cada aluno...</w:t>
      </w:r>
    </w:p>
    <w:p w14:paraId="29FC1CAE" w14:textId="77777777" w:rsidR="00C5721D" w:rsidRDefault="00C5721D" w:rsidP="00C5721D">
      <w:pPr>
        <w:rPr>
          <w:sz w:val="36"/>
          <w:lang w:val="pt-BR"/>
        </w:rPr>
      </w:pPr>
    </w:p>
    <w:p w14:paraId="47E5087E" w14:textId="77777777" w:rsidR="00C5721D" w:rsidRPr="00C5721D" w:rsidRDefault="00C5721D" w:rsidP="000256AF">
      <w:pPr>
        <w:rPr>
          <w:sz w:val="36"/>
          <w:lang w:val="pt-BR"/>
        </w:rPr>
      </w:pPr>
      <w:r>
        <w:rPr>
          <w:sz w:val="36"/>
          <w:lang w:val="pt-BR"/>
        </w:rPr>
        <w:t xml:space="preserve">Não </w:t>
      </w:r>
      <w:r w:rsidR="00E226E2">
        <w:rPr>
          <w:sz w:val="36"/>
          <w:lang w:val="pt-BR"/>
        </w:rPr>
        <w:t xml:space="preserve">se </w:t>
      </w:r>
      <w:r>
        <w:rPr>
          <w:sz w:val="36"/>
          <w:lang w:val="pt-BR"/>
        </w:rPr>
        <w:t>esqueça de preparar alguns extras para alunos que só vem eventualmente e quem sabe também para as visitas.</w:t>
      </w:r>
    </w:p>
    <w:sectPr w:rsidR="00C5721D" w:rsidRPr="00C5721D" w:rsidSect="00965BB6">
      <w:headerReference w:type="even" r:id="rId6"/>
      <w:headerReference w:type="default" r:id="rId7"/>
      <w:footerReference w:type="default" r:id="rId8"/>
      <w:pgSz w:w="15840" w:h="12240" w:orient="landscape" w:code="1"/>
      <w:pgMar w:top="720" w:right="734" w:bottom="720" w:left="720" w:header="720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D647" w14:textId="77777777" w:rsidR="00951650" w:rsidRDefault="00951650">
      <w:r>
        <w:separator/>
      </w:r>
    </w:p>
  </w:endnote>
  <w:endnote w:type="continuationSeparator" w:id="0">
    <w:p w14:paraId="4332D696" w14:textId="77777777" w:rsidR="00951650" w:rsidRDefault="0095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9795" w14:textId="77777777"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20A18" w14:textId="77777777" w:rsidR="00951650" w:rsidRDefault="00951650">
      <w:r>
        <w:separator/>
      </w:r>
    </w:p>
  </w:footnote>
  <w:footnote w:type="continuationSeparator" w:id="0">
    <w:p w14:paraId="10C0C4DC" w14:textId="77777777" w:rsidR="00951650" w:rsidRDefault="0095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A2D5" w14:textId="77777777" w:rsidR="005E4F0D" w:rsidRDefault="005E4F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7652" w14:textId="77777777"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0BB3"/>
    <w:rsid w:val="000256AF"/>
    <w:rsid w:val="00167C87"/>
    <w:rsid w:val="0018089D"/>
    <w:rsid w:val="001A6C7F"/>
    <w:rsid w:val="001D5E70"/>
    <w:rsid w:val="00285888"/>
    <w:rsid w:val="002915C2"/>
    <w:rsid w:val="00294BDD"/>
    <w:rsid w:val="002C6D0A"/>
    <w:rsid w:val="002E19A3"/>
    <w:rsid w:val="002F403B"/>
    <w:rsid w:val="00330C6E"/>
    <w:rsid w:val="003B6C1E"/>
    <w:rsid w:val="003F6B63"/>
    <w:rsid w:val="0043572A"/>
    <w:rsid w:val="004A3D06"/>
    <w:rsid w:val="004D4790"/>
    <w:rsid w:val="004E788A"/>
    <w:rsid w:val="00515435"/>
    <w:rsid w:val="0055092E"/>
    <w:rsid w:val="00566861"/>
    <w:rsid w:val="00577128"/>
    <w:rsid w:val="00580463"/>
    <w:rsid w:val="005E4F0D"/>
    <w:rsid w:val="0064219F"/>
    <w:rsid w:val="006718CC"/>
    <w:rsid w:val="006B5A36"/>
    <w:rsid w:val="00913B7E"/>
    <w:rsid w:val="00924C0F"/>
    <w:rsid w:val="00947322"/>
    <w:rsid w:val="00951650"/>
    <w:rsid w:val="00965BB6"/>
    <w:rsid w:val="009C379D"/>
    <w:rsid w:val="009C3CAA"/>
    <w:rsid w:val="00A14829"/>
    <w:rsid w:val="00A231D1"/>
    <w:rsid w:val="00AC482B"/>
    <w:rsid w:val="00B028D6"/>
    <w:rsid w:val="00B75DB8"/>
    <w:rsid w:val="00B92707"/>
    <w:rsid w:val="00BC250D"/>
    <w:rsid w:val="00BC40EF"/>
    <w:rsid w:val="00BD68A4"/>
    <w:rsid w:val="00C5721D"/>
    <w:rsid w:val="00CF4DF5"/>
    <w:rsid w:val="00D160FB"/>
    <w:rsid w:val="00D43AF0"/>
    <w:rsid w:val="00DF5B56"/>
    <w:rsid w:val="00E10F3F"/>
    <w:rsid w:val="00E226E2"/>
    <w:rsid w:val="00E4082D"/>
    <w:rsid w:val="00E665CC"/>
    <w:rsid w:val="00E73F05"/>
    <w:rsid w:val="00E91CCF"/>
    <w:rsid w:val="00F04F76"/>
    <w:rsid w:val="00F113D4"/>
    <w:rsid w:val="00F20BB3"/>
    <w:rsid w:val="00F52391"/>
    <w:rsid w:val="00F53590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,"/>
  <w:listSeparator w:val=";"/>
  <w14:docId w14:val="53155773"/>
  <w15:chartTrackingRefBased/>
  <w15:docId w15:val="{5EFFAB06-B40E-474B-B538-C3812933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  <w:lang w:val="en-US" w:eastAsia="en-US"/>
    </w:rPr>
  </w:style>
  <w:style w:type="paragraph" w:styleId="Ttulo2">
    <w:name w:val="heading 2"/>
    <w:next w:val="Normal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  <w:lang w:val="en-US" w:eastAsia="en-US"/>
    </w:rPr>
  </w:style>
  <w:style w:type="paragraph" w:styleId="Ttulo3">
    <w:name w:val="heading 3"/>
    <w:next w:val="Normal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  <w:lang w:val="en-US" w:eastAsia="en-US"/>
    </w:rPr>
  </w:style>
  <w:style w:type="paragraph" w:styleId="Ttulo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  <w:lang w:val="en-US" w:eastAsia="en-US"/>
    </w:rPr>
  </w:style>
  <w:style w:type="paragraph" w:styleId="Textodebalo">
    <w:name w:val="Balloon Text"/>
    <w:basedOn w:val="Normal"/>
    <w:semiHidden/>
    <w:rsid w:val="00294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y\AppData\Roaming\Microsoft\Modelos\Certificado%20b&#225;sico%20de%20aluno%20do%20m&#234;s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Certificado básico de aluno do mês</Template>
  <TotalTime>0</TotalTime>
  <Pages>1</Pages>
  <Words>57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3</cp:revision>
  <cp:lastPrinted>2003-10-06T18:08:00Z</cp:lastPrinted>
  <dcterms:created xsi:type="dcterms:W3CDTF">2022-08-19T20:54:00Z</dcterms:created>
  <dcterms:modified xsi:type="dcterms:W3CDTF">2022-09-04T11:52:00Z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TC010183851046</vt:lpwstr>
  </property>
</Properties>
</file>